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FA" w:rsidRDefault="00AF5CF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100"/>
        <w:gridCol w:w="1528"/>
        <w:gridCol w:w="1260"/>
        <w:gridCol w:w="1260"/>
        <w:gridCol w:w="1080"/>
        <w:gridCol w:w="1979"/>
        <w:gridCol w:w="1982"/>
        <w:gridCol w:w="1547"/>
      </w:tblGrid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STUDENT’S NAME</w:t>
            </w: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STUDENT ID</w:t>
            </w: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TEACHER/GRADE</w:t>
            </w: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TIME OF DISMISSAL</w:t>
            </w: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TIME OF PICK UP</w:t>
            </w: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PARENT NAME</w:t>
            </w: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PARENT SIGNATURE</w:t>
            </w: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  <w:rPr>
                <w:b/>
              </w:rPr>
            </w:pPr>
            <w:r w:rsidRPr="00CE171F">
              <w:rPr>
                <w:b/>
              </w:rPr>
              <w:t>REVIEWED POLICY BY</w:t>
            </w: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2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3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4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5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6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7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8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9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10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11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  <w:tr w:rsidR="00AF5CFA" w:rsidRPr="00CE171F" w:rsidTr="00CE171F">
        <w:tc>
          <w:tcPr>
            <w:tcW w:w="167" w:type="pct"/>
          </w:tcPr>
          <w:p w:rsidR="00AF5CFA" w:rsidRPr="00CE171F" w:rsidRDefault="00AF5CFA" w:rsidP="00CE171F">
            <w:pPr>
              <w:spacing w:after="0" w:line="240" w:lineRule="auto"/>
            </w:pPr>
            <w:r w:rsidRPr="00CE171F">
              <w:t>12</w:t>
            </w:r>
          </w:p>
        </w:tc>
        <w:tc>
          <w:tcPr>
            <w:tcW w:w="797" w:type="pct"/>
          </w:tcPr>
          <w:p w:rsidR="00AF5CFA" w:rsidRPr="00CE171F" w:rsidRDefault="00AF5CFA" w:rsidP="00CE171F">
            <w:pPr>
              <w:spacing w:after="0" w:line="240" w:lineRule="auto"/>
            </w:pPr>
          </w:p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78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410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1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752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  <w:tc>
          <w:tcPr>
            <w:tcW w:w="587" w:type="pct"/>
          </w:tcPr>
          <w:p w:rsidR="00AF5CFA" w:rsidRPr="00CE171F" w:rsidRDefault="00AF5CFA" w:rsidP="00CE171F">
            <w:pPr>
              <w:spacing w:after="0" w:line="240" w:lineRule="auto"/>
            </w:pPr>
          </w:p>
        </w:tc>
      </w:tr>
    </w:tbl>
    <w:p w:rsidR="00AF5CFA" w:rsidRDefault="00AF5CFA"/>
    <w:sectPr w:rsidR="00AF5CFA" w:rsidSect="00731BCE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CFA" w:rsidRDefault="00AF5CFA" w:rsidP="00731BCE">
      <w:pPr>
        <w:spacing w:after="0" w:line="240" w:lineRule="auto"/>
      </w:pPr>
      <w:r>
        <w:separator/>
      </w:r>
    </w:p>
  </w:endnote>
  <w:endnote w:type="continuationSeparator" w:id="0">
    <w:p w:rsidR="00AF5CFA" w:rsidRDefault="00AF5CFA" w:rsidP="0073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FA" w:rsidRPr="00731BCE" w:rsidRDefault="00AF5CFA">
    <w:pPr>
      <w:pStyle w:val="Footer"/>
      <w:rPr>
        <w:b/>
      </w:rPr>
    </w:pPr>
    <w:r w:rsidRPr="00731BCE">
      <w:rPr>
        <w:b/>
      </w:rPr>
      <w:t>DATE: ________________________________________                                                                                                                                                AM 9/11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CFA" w:rsidRDefault="00AF5CFA" w:rsidP="00731BCE">
      <w:pPr>
        <w:spacing w:after="0" w:line="240" w:lineRule="auto"/>
      </w:pPr>
      <w:r>
        <w:separator/>
      </w:r>
    </w:p>
  </w:footnote>
  <w:footnote w:type="continuationSeparator" w:id="0">
    <w:p w:rsidR="00AF5CFA" w:rsidRDefault="00AF5CFA" w:rsidP="00731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FA" w:rsidRDefault="00AF5CFA" w:rsidP="00731BCE">
    <w:pPr>
      <w:spacing w:after="0"/>
      <w:jc w:val="center"/>
      <w:rPr>
        <w:b/>
        <w:sz w:val="32"/>
        <w:szCs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alt="Fienberg Crest crop" style="position:absolute;left:0;text-align:left;margin-left:-52.1pt;margin-top:-11.2pt;width:103pt;height:83.2pt;z-index:251660288;visibility:visible">
          <v:imagedata r:id="rId1" o:title=""/>
        </v:shape>
      </w:pict>
    </w:r>
    <w:r w:rsidRPr="00F078B8">
      <w:rPr>
        <w:b/>
        <w:sz w:val="32"/>
        <w:szCs w:val="32"/>
      </w:rPr>
      <w:t xml:space="preserve">Fienberg Fisher </w:t>
    </w:r>
    <w:r>
      <w:rPr>
        <w:b/>
        <w:sz w:val="32"/>
        <w:szCs w:val="32"/>
      </w:rPr>
      <w:t>K-8 Center – Title I School</w:t>
    </w:r>
  </w:p>
  <w:p w:rsidR="00AF5CFA" w:rsidRDefault="00AF5CFA" w:rsidP="00731BCE">
    <w:pPr>
      <w:spacing w:after="0"/>
      <w:jc w:val="center"/>
      <w:rPr>
        <w:b/>
        <w:sz w:val="32"/>
        <w:szCs w:val="32"/>
      </w:rPr>
    </w:pPr>
    <w:smartTag w:uri="urn:schemas-microsoft-com:office:smarttags" w:element="place">
      <w:smartTag w:uri="urn:schemas-microsoft-com:office:smarttags" w:element="PlaceName">
        <w:r>
          <w:rPr>
            <w:b/>
            <w:sz w:val="32"/>
            <w:szCs w:val="32"/>
          </w:rPr>
          <w:t>International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Baccalaureate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World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Type">
        <w:r>
          <w:rPr>
            <w:b/>
            <w:sz w:val="32"/>
            <w:szCs w:val="32"/>
          </w:rPr>
          <w:t>School</w:t>
        </w:r>
      </w:smartTag>
    </w:smartTag>
  </w:p>
  <w:p w:rsidR="00AF5CFA" w:rsidRDefault="00AF5CFA" w:rsidP="00731BCE">
    <w:pPr>
      <w:spacing w:after="0"/>
      <w:jc w:val="center"/>
      <w:rPr>
        <w:b/>
        <w:sz w:val="32"/>
        <w:szCs w:val="32"/>
      </w:rPr>
    </w:pPr>
    <w:r>
      <w:rPr>
        <w:b/>
        <w:sz w:val="32"/>
        <w:szCs w:val="32"/>
      </w:rPr>
      <w:t>LATE PICK-UP LOG</w:t>
    </w:r>
  </w:p>
  <w:p w:rsidR="00AF5CFA" w:rsidRDefault="00AF5C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BCE"/>
    <w:rsid w:val="003F0A57"/>
    <w:rsid w:val="005472EB"/>
    <w:rsid w:val="005654B8"/>
    <w:rsid w:val="00581740"/>
    <w:rsid w:val="00731BCE"/>
    <w:rsid w:val="007C2737"/>
    <w:rsid w:val="008415D6"/>
    <w:rsid w:val="008A03F6"/>
    <w:rsid w:val="008A6AC6"/>
    <w:rsid w:val="00AF5CFA"/>
    <w:rsid w:val="00BB6C7E"/>
    <w:rsid w:val="00CE171F"/>
    <w:rsid w:val="00E27F91"/>
    <w:rsid w:val="00E75DA2"/>
    <w:rsid w:val="00F0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C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1BC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31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1BCE"/>
    <w:rPr>
      <w:rFonts w:cs="Times New Roman"/>
    </w:rPr>
  </w:style>
  <w:style w:type="table" w:styleId="TableGrid">
    <w:name w:val="Table Grid"/>
    <w:basedOn w:val="TableNormal"/>
    <w:uiPriority w:val="99"/>
    <w:rsid w:val="00731B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40</Words>
  <Characters>233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227102</dc:creator>
  <cp:keywords/>
  <dc:description/>
  <cp:lastModifiedBy>MDCPS</cp:lastModifiedBy>
  <cp:revision>4</cp:revision>
  <cp:lastPrinted>2011-09-06T22:17:00Z</cp:lastPrinted>
  <dcterms:created xsi:type="dcterms:W3CDTF">2011-09-04T22:39:00Z</dcterms:created>
  <dcterms:modified xsi:type="dcterms:W3CDTF">2012-11-18T13:32:00Z</dcterms:modified>
</cp:coreProperties>
</file>